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C6" w:rsidRDefault="00931B2A">
      <w:r>
        <w:t>Naming Ionic Compounds Entrance Card</w:t>
      </w:r>
    </w:p>
    <w:p w:rsidR="00931B2A" w:rsidRDefault="00931B2A"/>
    <w:p w:rsidR="00931B2A" w:rsidRDefault="00931B2A">
      <w:r>
        <w:t>Name the following compounds:</w:t>
      </w:r>
    </w:p>
    <w:p w:rsidR="00931B2A" w:rsidRDefault="00931B2A"/>
    <w:p w:rsidR="00931B2A" w:rsidRDefault="00931B2A">
      <w:proofErr w:type="spellStart"/>
      <w:r>
        <w:t>FeO</w:t>
      </w:r>
      <w:proofErr w:type="spellEnd"/>
    </w:p>
    <w:p w:rsidR="00931B2A" w:rsidRDefault="00931B2A"/>
    <w:p w:rsidR="00931B2A" w:rsidRDefault="00931B2A"/>
    <w:p w:rsidR="00931B2A" w:rsidRDefault="00931B2A">
      <w:proofErr w:type="gramStart"/>
      <w:r>
        <w:t>Cr</w:t>
      </w:r>
      <w:r w:rsidRPr="00931B2A">
        <w:rPr>
          <w:vertAlign w:val="subscript"/>
        </w:rPr>
        <w:t>2</w:t>
      </w:r>
      <w:r>
        <w:t>(</w:t>
      </w:r>
      <w:proofErr w:type="gramEnd"/>
      <w:r>
        <w:t>CO</w:t>
      </w:r>
      <w:r w:rsidRPr="00931B2A">
        <w:rPr>
          <w:vertAlign w:val="subscript"/>
        </w:rPr>
        <w:t>3</w:t>
      </w:r>
      <w:r>
        <w:t>)</w:t>
      </w:r>
      <w:r w:rsidRPr="00931B2A">
        <w:rPr>
          <w:vertAlign w:val="subscript"/>
        </w:rPr>
        <w:t>3</w:t>
      </w:r>
    </w:p>
    <w:p w:rsidR="00931B2A" w:rsidRDefault="00931B2A"/>
    <w:p w:rsidR="00931B2A" w:rsidRDefault="00931B2A"/>
    <w:p w:rsidR="00931B2A" w:rsidRDefault="00931B2A"/>
    <w:p w:rsidR="00931B2A" w:rsidRDefault="00931B2A">
      <w:proofErr w:type="gramStart"/>
      <w:r>
        <w:t>Mg(</w:t>
      </w:r>
      <w:proofErr w:type="gramEnd"/>
      <w:r>
        <w:t>ClO</w:t>
      </w:r>
      <w:r w:rsidRPr="00931B2A">
        <w:rPr>
          <w:vertAlign w:val="subscript"/>
        </w:rPr>
        <w:t>3</w:t>
      </w:r>
      <w:r>
        <w:t>)</w:t>
      </w:r>
      <w:r w:rsidRPr="00931B2A">
        <w:rPr>
          <w:vertAlign w:val="subscript"/>
        </w:rPr>
        <w:t>2</w:t>
      </w:r>
    </w:p>
    <w:p w:rsidR="00931B2A" w:rsidRPr="00931B2A" w:rsidRDefault="00931B2A">
      <w:bookmarkStart w:id="0" w:name="_GoBack"/>
      <w:bookmarkEnd w:id="0"/>
    </w:p>
    <w:sectPr w:rsidR="00931B2A" w:rsidRPr="00931B2A" w:rsidSect="003C1B8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2A"/>
    <w:rsid w:val="000229BA"/>
    <w:rsid w:val="003C1B8D"/>
    <w:rsid w:val="00931B2A"/>
    <w:rsid w:val="00E5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ristophy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C4C1255-ADAB-4138-85D7-B44F246EA09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</TotalTime>
  <Pages>1</Pages>
  <Words>14</Words>
  <Characters>85</Characters>
  <Application>Microsoft Office Word</Application>
  <DocSecurity>0</DocSecurity>
  <Lines>1</Lines>
  <Paragraphs>1</Paragraphs>
  <ScaleCrop>false</ScaleCrop>
  <Company>Sacred Heart Academy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Christophy</dc:creator>
  <cp:lastModifiedBy>Dr. Christophy</cp:lastModifiedBy>
  <cp:revision>1</cp:revision>
  <dcterms:created xsi:type="dcterms:W3CDTF">2012-10-24T01:10:00Z</dcterms:created>
  <dcterms:modified xsi:type="dcterms:W3CDTF">2012-10-24T01:12:00Z</dcterms:modified>
</cp:coreProperties>
</file>